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5B571F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62D03">
        <w:rPr>
          <w:rFonts w:ascii="Corbel" w:hAnsi="Corbel"/>
          <w:i/>
          <w:smallCaps/>
          <w:sz w:val="24"/>
          <w:szCs w:val="24"/>
        </w:rPr>
        <w:t>2019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D62D03">
        <w:rPr>
          <w:rFonts w:ascii="Corbel" w:hAnsi="Corbel"/>
          <w:i/>
          <w:smallCaps/>
          <w:sz w:val="24"/>
          <w:szCs w:val="24"/>
        </w:rPr>
        <w:t>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1F22F2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62D03">
        <w:rPr>
          <w:rFonts w:ascii="Corbel" w:hAnsi="Corbel"/>
          <w:sz w:val="20"/>
          <w:szCs w:val="20"/>
        </w:rPr>
        <w:t>2020/21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05A921B6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6D0C230A" w:rsidR="0085747A" w:rsidRPr="009C54AE" w:rsidRDefault="00CA2B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62A620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F8516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413A85B7" w:rsidR="0085747A" w:rsidRPr="009C54AE" w:rsidRDefault="00494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E1E324C" w:rsidR="00923D7D" w:rsidRPr="009C54AE" w:rsidRDefault="00F851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7E37AF0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78912FDB" w:rsidR="00015B8F" w:rsidRPr="009C54AE" w:rsidRDefault="00F85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30F2B1FE" w:rsidR="00015B8F" w:rsidRPr="009C54AE" w:rsidRDefault="004E57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80F5A51" w:rsidR="00015B8F" w:rsidRPr="009C54AE" w:rsidRDefault="005D16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9C54F" w14:textId="44357939" w:rsidR="009C54AE" w:rsidRPr="005E5735" w:rsidRDefault="00E22FBC" w:rsidP="00E357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E5735">
        <w:rPr>
          <w:rFonts w:ascii="Corbel" w:hAnsi="Corbel"/>
          <w:b w:val="0"/>
          <w:smallCaps w:val="0"/>
          <w:szCs w:val="24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0B8659B9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</w:t>
            </w:r>
            <w:r w:rsidRPr="00B72B24">
              <w:rPr>
                <w:rFonts w:ascii="Corbel" w:hAnsi="Corbel"/>
                <w:sz w:val="24"/>
                <w:szCs w:val="24"/>
              </w:rPr>
              <w:t>o</w:t>
            </w:r>
            <w:r w:rsidRPr="00B72B24">
              <w:rPr>
                <w:rFonts w:ascii="Corbel" w:hAnsi="Corbel"/>
                <w:sz w:val="24"/>
                <w:szCs w:val="24"/>
              </w:rPr>
              <w:t>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404D47FB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F4E3C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F93CC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D3DD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5A26B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8C0A8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7BD06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F6DB94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2A6A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FAE62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3945B9E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gólnych uczniów;</w:t>
            </w:r>
          </w:p>
        </w:tc>
        <w:tc>
          <w:tcPr>
            <w:tcW w:w="1695" w:type="dxa"/>
          </w:tcPr>
          <w:p w14:paraId="42F9F96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</w:t>
            </w:r>
            <w:r>
              <w:rPr>
                <w:rFonts w:asciiTheme="minorHAnsi" w:hAnsiTheme="minorHAnsi" w:cstheme="minorHAnsi"/>
                <w:szCs w:val="24"/>
              </w:rPr>
              <w:t>e</w:t>
            </w:r>
            <w:r>
              <w:rPr>
                <w:rFonts w:asciiTheme="minorHAnsi" w:hAnsiTheme="minorHAnsi" w:cstheme="minorHAnsi"/>
                <w:szCs w:val="24"/>
              </w:rPr>
              <w:t>ra adekwatnie do celów wychowani i kształcenia uczniów;</w:t>
            </w:r>
          </w:p>
        </w:tc>
        <w:tc>
          <w:tcPr>
            <w:tcW w:w="1695" w:type="dxa"/>
          </w:tcPr>
          <w:p w14:paraId="0AE1FBDA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1A87915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5DDFAAD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90990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</w:t>
            </w:r>
            <w:r w:rsidRPr="00E166D4">
              <w:rPr>
                <w:rFonts w:ascii="Corbel" w:hAnsi="Corbel"/>
                <w:sz w:val="24"/>
                <w:szCs w:val="24"/>
              </w:rPr>
              <w:t>o</w:t>
            </w:r>
            <w:r w:rsidRPr="00E166D4">
              <w:rPr>
                <w:rFonts w:ascii="Corbel" w:hAnsi="Corbel"/>
                <w:sz w:val="24"/>
                <w:szCs w:val="24"/>
              </w:rPr>
              <w:t>wych działań edukacyjnych dzieci lub uczniów, z wykorzyst</w:t>
            </w:r>
            <w:r w:rsidRPr="00E166D4">
              <w:rPr>
                <w:rFonts w:ascii="Corbel" w:hAnsi="Corbel"/>
                <w:sz w:val="24"/>
                <w:szCs w:val="24"/>
              </w:rPr>
              <w:t>y</w:t>
            </w:r>
            <w:r w:rsidRPr="00E166D4">
              <w:rPr>
                <w:rFonts w:ascii="Corbel" w:hAnsi="Corbel"/>
                <w:sz w:val="24"/>
                <w:szCs w:val="24"/>
              </w:rPr>
              <w:t>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</w:t>
            </w:r>
            <w:r w:rsidRPr="00E166D4">
              <w:rPr>
                <w:rFonts w:ascii="Corbel" w:hAnsi="Corbel"/>
                <w:sz w:val="24"/>
                <w:szCs w:val="24"/>
              </w:rPr>
              <w:t>u</w:t>
            </w:r>
            <w:r w:rsidRPr="00E166D4">
              <w:rPr>
                <w:rFonts w:ascii="Corbel" w:hAnsi="Corbel"/>
                <w:sz w:val="24"/>
                <w:szCs w:val="24"/>
              </w:rPr>
              <w:t>kacyjnych;</w:t>
            </w:r>
          </w:p>
        </w:tc>
        <w:tc>
          <w:tcPr>
            <w:tcW w:w="1695" w:type="dxa"/>
          </w:tcPr>
          <w:p w14:paraId="37E0B9E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486533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ormowania właściwych </w:t>
            </w:r>
            <w:proofErr w:type="spellStart"/>
            <w:r w:rsidRPr="00321D7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4B5F3BA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ń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>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realizacji ćwiczeń matematycznych przy wykorzystaniu arkusza kalkulacyjn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F6DF248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6021A854" w14:textId="77777777" w:rsidR="00363FFC" w:rsidRDefault="00363FFC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019A3CB4" w:rsidR="00C61DC5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</w:t>
            </w:r>
            <w:r w:rsidRPr="00494E55">
              <w:rPr>
                <w:rFonts w:ascii="Corbel" w:hAnsi="Corbel"/>
                <w:sz w:val="24"/>
                <w:szCs w:val="24"/>
              </w:rPr>
              <w:t>o</w:t>
            </w:r>
            <w:r w:rsidRPr="00494E55">
              <w:rPr>
                <w:rFonts w:ascii="Corbel" w:hAnsi="Corbel"/>
                <w:sz w:val="24"/>
                <w:szCs w:val="24"/>
              </w:rPr>
              <w:t>stęp: 1.10.2019].</w:t>
            </w:r>
          </w:p>
          <w:p w14:paraId="56070F37" w14:textId="3C2CB5B2" w:rsidR="001C7085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, dostępna online: https:// scr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ED7AA" w14:textId="77777777" w:rsidR="004B497B" w:rsidRDefault="004B497B" w:rsidP="00C16ABF">
      <w:pPr>
        <w:spacing w:after="0" w:line="240" w:lineRule="auto"/>
      </w:pPr>
      <w:r>
        <w:separator/>
      </w:r>
    </w:p>
  </w:endnote>
  <w:endnote w:type="continuationSeparator" w:id="0">
    <w:p w14:paraId="43E7A8EA" w14:textId="77777777" w:rsidR="004B497B" w:rsidRDefault="004B49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D2EAE" w14:textId="77777777" w:rsidR="004B497B" w:rsidRDefault="004B497B" w:rsidP="00C16ABF">
      <w:pPr>
        <w:spacing w:after="0" w:line="240" w:lineRule="auto"/>
      </w:pPr>
      <w:r>
        <w:separator/>
      </w:r>
    </w:p>
  </w:footnote>
  <w:footnote w:type="continuationSeparator" w:id="0">
    <w:p w14:paraId="164BB6F2" w14:textId="77777777" w:rsidR="004B497B" w:rsidRDefault="004B497B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1410BF"/>
    <w:multiLevelType w:val="hybridMultilevel"/>
    <w:tmpl w:val="5400D8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367D2"/>
    <w:multiLevelType w:val="hybridMultilevel"/>
    <w:tmpl w:val="5448BB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0EB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08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2DD8"/>
    <w:rsid w:val="002A671D"/>
    <w:rsid w:val="002A6858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1147F"/>
    <w:rsid w:val="003151C5"/>
    <w:rsid w:val="00316639"/>
    <w:rsid w:val="00316D48"/>
    <w:rsid w:val="00321D7E"/>
    <w:rsid w:val="003269D9"/>
    <w:rsid w:val="003343CF"/>
    <w:rsid w:val="003343D3"/>
    <w:rsid w:val="00346FE9"/>
    <w:rsid w:val="0034759A"/>
    <w:rsid w:val="003503F6"/>
    <w:rsid w:val="003530DD"/>
    <w:rsid w:val="00363F78"/>
    <w:rsid w:val="00363FFC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2964"/>
    <w:rsid w:val="003F38C0"/>
    <w:rsid w:val="00414E3C"/>
    <w:rsid w:val="0042244A"/>
    <w:rsid w:val="0042745A"/>
    <w:rsid w:val="00431D5C"/>
    <w:rsid w:val="004362C6"/>
    <w:rsid w:val="00437FA2"/>
    <w:rsid w:val="00445970"/>
    <w:rsid w:val="0045192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5"/>
    <w:rsid w:val="004968E2"/>
    <w:rsid w:val="004A3EEA"/>
    <w:rsid w:val="004A4D1F"/>
    <w:rsid w:val="004B497B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D160C"/>
    <w:rsid w:val="005E5735"/>
    <w:rsid w:val="005E6E85"/>
    <w:rsid w:val="005F202C"/>
    <w:rsid w:val="005F31D2"/>
    <w:rsid w:val="005F71A1"/>
    <w:rsid w:val="005F7786"/>
    <w:rsid w:val="006048F7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4934"/>
    <w:rsid w:val="006620D9"/>
    <w:rsid w:val="00671958"/>
    <w:rsid w:val="00675843"/>
    <w:rsid w:val="00696477"/>
    <w:rsid w:val="006D050F"/>
    <w:rsid w:val="006D1AFD"/>
    <w:rsid w:val="006D6139"/>
    <w:rsid w:val="006E5D65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28A2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1E22"/>
    <w:rsid w:val="009410F9"/>
    <w:rsid w:val="00942F2C"/>
    <w:rsid w:val="00944601"/>
    <w:rsid w:val="00944815"/>
    <w:rsid w:val="009508DF"/>
    <w:rsid w:val="00950DAC"/>
    <w:rsid w:val="00954A07"/>
    <w:rsid w:val="0098414E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C271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2DCE"/>
    <w:rsid w:val="00C36992"/>
    <w:rsid w:val="00C56036"/>
    <w:rsid w:val="00C61DC5"/>
    <w:rsid w:val="00C67E92"/>
    <w:rsid w:val="00C70A26"/>
    <w:rsid w:val="00C75040"/>
    <w:rsid w:val="00C766DF"/>
    <w:rsid w:val="00C94B98"/>
    <w:rsid w:val="00CA2B1A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52B2"/>
    <w:rsid w:val="00D608D1"/>
    <w:rsid w:val="00D62D03"/>
    <w:rsid w:val="00D6390D"/>
    <w:rsid w:val="00D74119"/>
    <w:rsid w:val="00D8075B"/>
    <w:rsid w:val="00D8678B"/>
    <w:rsid w:val="00DA0026"/>
    <w:rsid w:val="00DA2114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35761"/>
    <w:rsid w:val="00E51E44"/>
    <w:rsid w:val="00E62031"/>
    <w:rsid w:val="00E63348"/>
    <w:rsid w:val="00E77E88"/>
    <w:rsid w:val="00E8107D"/>
    <w:rsid w:val="00E83330"/>
    <w:rsid w:val="00E960BB"/>
    <w:rsid w:val="00EA2074"/>
    <w:rsid w:val="00EA4832"/>
    <w:rsid w:val="00EA4E9D"/>
    <w:rsid w:val="00EA54CC"/>
    <w:rsid w:val="00EA7017"/>
    <w:rsid w:val="00EC4899"/>
    <w:rsid w:val="00ED03AB"/>
    <w:rsid w:val="00ED14F5"/>
    <w:rsid w:val="00ED2F4F"/>
    <w:rsid w:val="00ED32D2"/>
    <w:rsid w:val="00EE32DE"/>
    <w:rsid w:val="00EE5457"/>
    <w:rsid w:val="00F070AB"/>
    <w:rsid w:val="00F10CC4"/>
    <w:rsid w:val="00F17567"/>
    <w:rsid w:val="00F27A7B"/>
    <w:rsid w:val="00F526AF"/>
    <w:rsid w:val="00F617C3"/>
    <w:rsid w:val="00F7066B"/>
    <w:rsid w:val="00F82932"/>
    <w:rsid w:val="00F82B08"/>
    <w:rsid w:val="00F83B28"/>
    <w:rsid w:val="00F85161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759DA-546D-45B0-8E3B-1F403369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2020-11-09T07:45:00Z</cp:lastPrinted>
  <dcterms:created xsi:type="dcterms:W3CDTF">2020-11-09T07:41:00Z</dcterms:created>
  <dcterms:modified xsi:type="dcterms:W3CDTF">2021-01-21T11:01:00Z</dcterms:modified>
</cp:coreProperties>
</file>